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D874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5D3F56A5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F75F9">
        <w:rPr>
          <w:rFonts w:ascii="Corbel" w:hAnsi="Corbel"/>
          <w:i/>
          <w:smallCaps/>
          <w:sz w:val="24"/>
          <w:szCs w:val="24"/>
        </w:rPr>
        <w:t>2019-2022</w:t>
      </w:r>
    </w:p>
    <w:p w14:paraId="5D4CC823" w14:textId="03E3AE29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FF75F9">
        <w:rPr>
          <w:rFonts w:ascii="Corbel" w:hAnsi="Corbel"/>
          <w:sz w:val="20"/>
          <w:szCs w:val="20"/>
        </w:rPr>
        <w:t>1</w:t>
      </w:r>
      <w:r w:rsidR="008831D6">
        <w:rPr>
          <w:rFonts w:ascii="Corbel" w:hAnsi="Corbel"/>
          <w:sz w:val="20"/>
          <w:szCs w:val="20"/>
        </w:rPr>
        <w:t>/202</w:t>
      </w:r>
      <w:r w:rsidR="00FF75F9">
        <w:rPr>
          <w:rFonts w:ascii="Corbel" w:hAnsi="Corbel"/>
          <w:sz w:val="20"/>
          <w:szCs w:val="20"/>
        </w:rPr>
        <w:t>2</w:t>
      </w:r>
    </w:p>
    <w:p w14:paraId="65A6C7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Rynki 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finansowe i doradztwo inwestycyjne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6180EE4D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E/I/EP/C-1.11b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77777777" w:rsidR="0085747A" w:rsidRPr="009C54AE" w:rsidRDefault="009F57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0D08CF29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831D6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6220323B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3CE87B" w14:textId="32A5155D" w:rsidR="003D7C14" w:rsidRPr="008831D6" w:rsidRDefault="003D7C1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31D6">
        <w:rPr>
          <w:rFonts w:ascii="Corbel" w:hAnsi="Corbel"/>
          <w:b w:val="0"/>
          <w:smallCaps w:val="0"/>
          <w:szCs w:val="24"/>
        </w:rPr>
        <w:t>egzamin</w:t>
      </w:r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0015164A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0015164A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0015164A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0015164A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4851C5B6" w14:textId="77777777" w:rsidR="0015164A" w:rsidRPr="00957B50" w:rsidRDefault="000477CB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 xml:space="preserve">ETFs, </w:t>
            </w:r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, MTFs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decyzji:  Analiza średniowariancyjna,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Street: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finansowych, Cedewu,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Gmińska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Rynki finansowe, inwestycje, polityka gospodarcza, CeDeWu,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PTE,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E60FE" w14:textId="77777777" w:rsidR="00484FD8" w:rsidRDefault="00484FD8" w:rsidP="00C16ABF">
      <w:pPr>
        <w:spacing w:after="0" w:line="240" w:lineRule="auto"/>
      </w:pPr>
      <w:r>
        <w:separator/>
      </w:r>
    </w:p>
  </w:endnote>
  <w:endnote w:type="continuationSeparator" w:id="0">
    <w:p w14:paraId="45892485" w14:textId="77777777" w:rsidR="00484FD8" w:rsidRDefault="00484F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6B661" w14:textId="77777777" w:rsidR="00484FD8" w:rsidRDefault="00484FD8" w:rsidP="00C16ABF">
      <w:pPr>
        <w:spacing w:after="0" w:line="240" w:lineRule="auto"/>
      </w:pPr>
      <w:r>
        <w:separator/>
      </w:r>
    </w:p>
  </w:footnote>
  <w:footnote w:type="continuationSeparator" w:id="0">
    <w:p w14:paraId="6A47ADEF" w14:textId="77777777" w:rsidR="00484FD8" w:rsidRDefault="00484FD8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FD8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46D13"/>
    <w:rsid w:val="008552A2"/>
    <w:rsid w:val="0085747A"/>
    <w:rsid w:val="008831D6"/>
    <w:rsid w:val="00884922"/>
    <w:rsid w:val="00885F6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9F574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993"/>
    <w:rsid w:val="00C56036"/>
    <w:rsid w:val="00C61DC5"/>
    <w:rsid w:val="00C67E92"/>
    <w:rsid w:val="00C70A26"/>
    <w:rsid w:val="00C766DF"/>
    <w:rsid w:val="00C8345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DF7FF1"/>
    <w:rsid w:val="00E129B8"/>
    <w:rsid w:val="00E21E7D"/>
    <w:rsid w:val="00E22FBC"/>
    <w:rsid w:val="00E24BF5"/>
    <w:rsid w:val="00E25338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8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5F9"/>
    <w:rsid w:val="03D02A7C"/>
    <w:rsid w:val="0750B360"/>
    <w:rsid w:val="0DA0A69F"/>
    <w:rsid w:val="19C1EEF9"/>
    <w:rsid w:val="1E87174D"/>
    <w:rsid w:val="211086D3"/>
    <w:rsid w:val="26594E14"/>
    <w:rsid w:val="26A219D4"/>
    <w:rsid w:val="2A614949"/>
    <w:rsid w:val="327CE164"/>
    <w:rsid w:val="3FCD86F8"/>
    <w:rsid w:val="423E13D9"/>
    <w:rsid w:val="478EB074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437E3F-6E3B-40E9-9891-8AD4C686D1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CA9DEC-4049-4AC3-99E8-3CF7D7024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959</Words>
  <Characters>5756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2020-10-13T10:19:00Z</dcterms:created>
  <dcterms:modified xsi:type="dcterms:W3CDTF">2020-12-09T10:36:00Z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